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B34" w:rsidRPr="007F54BC" w:rsidRDefault="007D1919" w:rsidP="003D4F43">
      <w:pPr>
        <w:spacing w:before="0" w:after="0"/>
        <w:rPr>
          <w:rFonts w:cs="Arial"/>
          <w:b/>
          <w:sz w:val="64"/>
          <w:szCs w:val="64"/>
        </w:rPr>
      </w:pPr>
      <w:r w:rsidRPr="007F54BC">
        <w:rPr>
          <w:rFonts w:cs="Arial"/>
          <w:b/>
          <w:noProof/>
          <w:sz w:val="64"/>
          <w:szCs w:val="64"/>
          <w:lang w:bidi="ar-SA"/>
        </w:rPr>
        <w:drawing>
          <wp:anchor distT="0" distB="0" distL="114300" distR="114300" simplePos="0" relativeHeight="251658240" behindDoc="0" locked="0" layoutInCell="1" allowOverlap="1" wp14:anchorId="6E70A579" wp14:editId="502D1BA8">
            <wp:simplePos x="0" y="0"/>
            <wp:positionH relativeFrom="column">
              <wp:posOffset>4314825</wp:posOffset>
            </wp:positionH>
            <wp:positionV relativeFrom="paragraph">
              <wp:posOffset>0</wp:posOffset>
            </wp:positionV>
            <wp:extent cx="2089150" cy="638175"/>
            <wp:effectExtent l="19050" t="0" r="6350" b="0"/>
            <wp:wrapSquare wrapText="bothSides"/>
            <wp:docPr id="1" name="Picture 0" descr="Clearcut NZY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earcut NZYF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8915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F54BC" w:rsidRPr="007F54BC">
        <w:rPr>
          <w:rFonts w:cs="Arial"/>
          <w:b/>
          <w:sz w:val="64"/>
          <w:szCs w:val="64"/>
        </w:rPr>
        <w:t>Ticketing System</w:t>
      </w:r>
    </w:p>
    <w:p w:rsidR="003D4F43" w:rsidRDefault="007F54BC" w:rsidP="003D4F43">
      <w:pPr>
        <w:spacing w:before="0" w:after="0"/>
        <w:rPr>
          <w:rFonts w:cs="Arial"/>
          <w:b/>
          <w:sz w:val="36"/>
          <w:szCs w:val="36"/>
        </w:rPr>
      </w:pPr>
      <w:r w:rsidRPr="007F54BC">
        <w:rPr>
          <w:rFonts w:cs="Arial"/>
          <w:b/>
          <w:sz w:val="36"/>
          <w:szCs w:val="36"/>
        </w:rPr>
        <w:t>Booking Form</w:t>
      </w:r>
      <w:r w:rsidR="003D4F43">
        <w:rPr>
          <w:rFonts w:cs="Arial"/>
          <w:b/>
          <w:sz w:val="36"/>
          <w:szCs w:val="36"/>
        </w:rPr>
        <w:t xml:space="preserve"> </w:t>
      </w:r>
    </w:p>
    <w:p w:rsidR="007F54BC" w:rsidRPr="003D4F43" w:rsidRDefault="003D4F43" w:rsidP="003D4F43">
      <w:pPr>
        <w:spacing w:before="0" w:after="0"/>
        <w:rPr>
          <w:rFonts w:cs="Arial"/>
          <w:b/>
          <w:sz w:val="20"/>
          <w:szCs w:val="20"/>
        </w:rPr>
      </w:pPr>
      <w:bookmarkStart w:id="0" w:name="_GoBack"/>
      <w:r w:rsidRPr="003D4F43">
        <w:rPr>
          <w:rFonts w:cs="Arial"/>
          <w:b/>
          <w:sz w:val="20"/>
          <w:szCs w:val="20"/>
        </w:rPr>
        <w:t xml:space="preserve">(forms to be submitted to </w:t>
      </w:r>
      <w:r w:rsidR="00DB745F">
        <w:rPr>
          <w:rFonts w:cs="Arial"/>
          <w:b/>
          <w:sz w:val="20"/>
          <w:szCs w:val="20"/>
        </w:rPr>
        <w:t>hannah.perkins</w:t>
      </w:r>
      <w:r w:rsidRPr="003D4F43">
        <w:rPr>
          <w:rFonts w:cs="Arial"/>
          <w:b/>
          <w:sz w:val="20"/>
          <w:szCs w:val="20"/>
        </w:rPr>
        <w:t>@youngfarmers.co.nz)</w:t>
      </w:r>
    </w:p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5"/>
        <w:gridCol w:w="7740"/>
      </w:tblGrid>
      <w:tr w:rsidR="007D1919" w:rsidRPr="008F4C12" w:rsidTr="00E84854">
        <w:tc>
          <w:tcPr>
            <w:tcW w:w="2605" w:type="dxa"/>
          </w:tcPr>
          <w:bookmarkEnd w:id="0"/>
          <w:p w:rsidR="007D1919" w:rsidRPr="008F4C12" w:rsidRDefault="007F54BC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Club/Region Name:</w:t>
            </w:r>
          </w:p>
        </w:tc>
        <w:tc>
          <w:tcPr>
            <w:tcW w:w="7740" w:type="dxa"/>
          </w:tcPr>
          <w:p w:rsidR="007D1919" w:rsidRPr="008F4C12" w:rsidRDefault="007D1919">
            <w:pPr>
              <w:rPr>
                <w:rFonts w:cs="Arial"/>
              </w:rPr>
            </w:pPr>
          </w:p>
        </w:tc>
      </w:tr>
      <w:tr w:rsidR="007D1919" w:rsidRPr="008F4C12" w:rsidTr="00E84854">
        <w:tc>
          <w:tcPr>
            <w:tcW w:w="2605" w:type="dxa"/>
          </w:tcPr>
          <w:p w:rsidR="007D1919" w:rsidRDefault="00AB54BE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Bank Account Name</w:t>
            </w:r>
            <w:r w:rsidR="007F54BC">
              <w:rPr>
                <w:rFonts w:cs="Arial"/>
                <w:b/>
              </w:rPr>
              <w:t>:</w:t>
            </w:r>
          </w:p>
          <w:p w:rsidR="007F54BC" w:rsidRPr="007F54BC" w:rsidRDefault="007F54BC">
            <w:pPr>
              <w:rPr>
                <w:rFonts w:cs="Arial"/>
                <w:sz w:val="16"/>
                <w:szCs w:val="16"/>
              </w:rPr>
            </w:pPr>
            <w:r w:rsidRPr="007F54BC">
              <w:rPr>
                <w:rFonts w:cs="Arial"/>
                <w:sz w:val="16"/>
                <w:szCs w:val="16"/>
              </w:rPr>
              <w:t>(no personal bank accounts)</w:t>
            </w:r>
          </w:p>
        </w:tc>
        <w:tc>
          <w:tcPr>
            <w:tcW w:w="7740" w:type="dxa"/>
          </w:tcPr>
          <w:p w:rsidR="007D1919" w:rsidRDefault="007D1919">
            <w:pPr>
              <w:rPr>
                <w:rFonts w:cs="Arial"/>
              </w:rPr>
            </w:pPr>
          </w:p>
          <w:p w:rsidR="004F0B7E" w:rsidRPr="008F4C12" w:rsidRDefault="004F0B7E">
            <w:pPr>
              <w:rPr>
                <w:rFonts w:cs="Arial"/>
              </w:rPr>
            </w:pPr>
          </w:p>
        </w:tc>
      </w:tr>
      <w:tr w:rsidR="00AB54BE" w:rsidRPr="008F4C12" w:rsidTr="00E84854">
        <w:tc>
          <w:tcPr>
            <w:tcW w:w="2605" w:type="dxa"/>
          </w:tcPr>
          <w:p w:rsidR="00AB54BE" w:rsidRDefault="00AB54BE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Bank Account Number</w:t>
            </w:r>
          </w:p>
        </w:tc>
        <w:tc>
          <w:tcPr>
            <w:tcW w:w="7740" w:type="dxa"/>
          </w:tcPr>
          <w:p w:rsidR="00AB54BE" w:rsidRPr="008F4C12" w:rsidRDefault="00AB54BE">
            <w:pPr>
              <w:rPr>
                <w:rFonts w:cs="Arial"/>
              </w:rPr>
            </w:pPr>
          </w:p>
        </w:tc>
      </w:tr>
      <w:tr w:rsidR="007D1919" w:rsidRPr="008F4C12" w:rsidTr="00E84854">
        <w:tc>
          <w:tcPr>
            <w:tcW w:w="2605" w:type="dxa"/>
          </w:tcPr>
          <w:p w:rsidR="007D1919" w:rsidRPr="008F4C12" w:rsidRDefault="006671DD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Contact Name:</w:t>
            </w:r>
          </w:p>
        </w:tc>
        <w:tc>
          <w:tcPr>
            <w:tcW w:w="7740" w:type="dxa"/>
          </w:tcPr>
          <w:p w:rsidR="007D1919" w:rsidRPr="008F4C12" w:rsidRDefault="007D1919">
            <w:pPr>
              <w:rPr>
                <w:rFonts w:cs="Arial"/>
              </w:rPr>
            </w:pPr>
          </w:p>
        </w:tc>
      </w:tr>
      <w:tr w:rsidR="00AB54BE" w:rsidRPr="008F4C12" w:rsidTr="00E84854">
        <w:tc>
          <w:tcPr>
            <w:tcW w:w="2605" w:type="dxa"/>
          </w:tcPr>
          <w:p w:rsidR="00AB54BE" w:rsidRDefault="00AB54BE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Contact Email</w:t>
            </w:r>
          </w:p>
        </w:tc>
        <w:tc>
          <w:tcPr>
            <w:tcW w:w="7740" w:type="dxa"/>
          </w:tcPr>
          <w:p w:rsidR="00AB54BE" w:rsidRPr="008F4C12" w:rsidRDefault="00AB54BE">
            <w:pPr>
              <w:rPr>
                <w:rFonts w:cs="Arial"/>
              </w:rPr>
            </w:pPr>
          </w:p>
        </w:tc>
      </w:tr>
      <w:tr w:rsidR="007D1919" w:rsidRPr="008F4C12" w:rsidTr="00E84854">
        <w:tc>
          <w:tcPr>
            <w:tcW w:w="2605" w:type="dxa"/>
          </w:tcPr>
          <w:p w:rsidR="007D1919" w:rsidRPr="008F4C12" w:rsidRDefault="00AB54BE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Contact Phone No. </w:t>
            </w:r>
          </w:p>
        </w:tc>
        <w:tc>
          <w:tcPr>
            <w:tcW w:w="7740" w:type="dxa"/>
          </w:tcPr>
          <w:p w:rsidR="007D1919" w:rsidRPr="008F4C12" w:rsidRDefault="007D1919">
            <w:pPr>
              <w:rPr>
                <w:rFonts w:cs="Arial"/>
              </w:rPr>
            </w:pPr>
          </w:p>
        </w:tc>
      </w:tr>
    </w:tbl>
    <w:p w:rsidR="007D1919" w:rsidRPr="0097574A" w:rsidRDefault="007D1919" w:rsidP="00455F4D">
      <w:pPr>
        <w:jc w:val="left"/>
        <w:rPr>
          <w:rFonts w:cs="Arial"/>
          <w:b/>
          <w:sz w:val="12"/>
          <w:szCs w:val="12"/>
          <w:u w:val="single"/>
        </w:rPr>
      </w:pPr>
    </w:p>
    <w:p w:rsidR="007F54BC" w:rsidRPr="007F54BC" w:rsidRDefault="007F54BC" w:rsidP="00455F4D">
      <w:pPr>
        <w:jc w:val="left"/>
        <w:rPr>
          <w:rFonts w:cs="Arial"/>
          <w:b/>
          <w:u w:val="single"/>
        </w:rPr>
      </w:pPr>
      <w:r w:rsidRPr="007F54BC">
        <w:rPr>
          <w:rFonts w:cs="Arial"/>
          <w:b/>
          <w:u w:val="single"/>
        </w:rPr>
        <w:t>Event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5"/>
        <w:gridCol w:w="3330"/>
        <w:gridCol w:w="900"/>
        <w:gridCol w:w="720"/>
        <w:gridCol w:w="3330"/>
      </w:tblGrid>
      <w:tr w:rsidR="004F0B7E" w:rsidTr="00E84854">
        <w:tc>
          <w:tcPr>
            <w:tcW w:w="2065" w:type="dxa"/>
          </w:tcPr>
          <w:p w:rsidR="004F0B7E" w:rsidRPr="004F0B7E" w:rsidRDefault="007F54BC" w:rsidP="00455F4D">
            <w:pPr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Name</w:t>
            </w:r>
          </w:p>
        </w:tc>
        <w:tc>
          <w:tcPr>
            <w:tcW w:w="8280" w:type="dxa"/>
            <w:gridSpan w:val="4"/>
          </w:tcPr>
          <w:p w:rsidR="004F0B7E" w:rsidRDefault="004F0B7E" w:rsidP="007F54BC">
            <w:pPr>
              <w:jc w:val="left"/>
              <w:rPr>
                <w:rFonts w:cs="Arial"/>
              </w:rPr>
            </w:pPr>
          </w:p>
        </w:tc>
      </w:tr>
      <w:tr w:rsidR="004F0B7E" w:rsidTr="00E84854">
        <w:tc>
          <w:tcPr>
            <w:tcW w:w="2065" w:type="dxa"/>
          </w:tcPr>
          <w:p w:rsidR="004F0B7E" w:rsidRPr="004F0B7E" w:rsidRDefault="007F54BC" w:rsidP="00455F4D">
            <w:pPr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Date</w:t>
            </w:r>
            <w:r w:rsidR="00AB54BE">
              <w:rPr>
                <w:rFonts w:cs="Arial"/>
                <w:b/>
              </w:rPr>
              <w:t xml:space="preserve"> of Event</w:t>
            </w:r>
          </w:p>
        </w:tc>
        <w:tc>
          <w:tcPr>
            <w:tcW w:w="8280" w:type="dxa"/>
            <w:gridSpan w:val="4"/>
          </w:tcPr>
          <w:p w:rsidR="004F0B7E" w:rsidRDefault="004F0B7E" w:rsidP="00455F4D">
            <w:pPr>
              <w:jc w:val="left"/>
              <w:rPr>
                <w:rFonts w:cs="Arial"/>
              </w:rPr>
            </w:pPr>
          </w:p>
        </w:tc>
      </w:tr>
      <w:tr w:rsidR="007F54BC" w:rsidTr="00E84854">
        <w:tc>
          <w:tcPr>
            <w:tcW w:w="2065" w:type="dxa"/>
          </w:tcPr>
          <w:p w:rsidR="007F54BC" w:rsidRPr="004F0B7E" w:rsidRDefault="007F54BC" w:rsidP="007F54BC">
            <w:pPr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Tickets On</w:t>
            </w:r>
            <w:r w:rsidR="00E84854">
              <w:rPr>
                <w:rFonts w:cs="Arial"/>
                <w:b/>
              </w:rPr>
              <w:t xml:space="preserve"> </w:t>
            </w:r>
            <w:r>
              <w:rPr>
                <w:rFonts w:cs="Arial"/>
                <w:b/>
              </w:rPr>
              <w:t>Sale</w:t>
            </w:r>
          </w:p>
        </w:tc>
        <w:tc>
          <w:tcPr>
            <w:tcW w:w="4230" w:type="dxa"/>
            <w:gridSpan w:val="2"/>
          </w:tcPr>
          <w:p w:rsidR="007F54BC" w:rsidRPr="00E84854" w:rsidRDefault="007F54BC" w:rsidP="007F54BC">
            <w:pPr>
              <w:tabs>
                <w:tab w:val="left" w:pos="3166"/>
              </w:tabs>
              <w:jc w:val="left"/>
              <w:rPr>
                <w:rFonts w:cs="Arial"/>
                <w:b/>
              </w:rPr>
            </w:pPr>
            <w:r w:rsidRPr="00E84854">
              <w:rPr>
                <w:rFonts w:cs="Arial"/>
                <w:b/>
              </w:rPr>
              <w:t>Open:</w:t>
            </w:r>
          </w:p>
        </w:tc>
        <w:tc>
          <w:tcPr>
            <w:tcW w:w="4050" w:type="dxa"/>
            <w:gridSpan w:val="2"/>
          </w:tcPr>
          <w:p w:rsidR="007F54BC" w:rsidRPr="00E84854" w:rsidRDefault="007F54BC" w:rsidP="007F54BC">
            <w:pPr>
              <w:tabs>
                <w:tab w:val="left" w:pos="3166"/>
              </w:tabs>
              <w:jc w:val="left"/>
              <w:rPr>
                <w:rFonts w:cs="Arial"/>
                <w:b/>
              </w:rPr>
            </w:pPr>
            <w:r w:rsidRPr="00E84854">
              <w:rPr>
                <w:rFonts w:cs="Arial"/>
                <w:b/>
              </w:rPr>
              <w:t>Closed:</w:t>
            </w:r>
          </w:p>
        </w:tc>
      </w:tr>
      <w:tr w:rsidR="00E84854" w:rsidTr="00E84854">
        <w:tc>
          <w:tcPr>
            <w:tcW w:w="2065" w:type="dxa"/>
          </w:tcPr>
          <w:p w:rsidR="00E84854" w:rsidRDefault="00E84854" w:rsidP="004F0B7E">
            <w:pPr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Venue</w:t>
            </w:r>
          </w:p>
        </w:tc>
        <w:tc>
          <w:tcPr>
            <w:tcW w:w="8280" w:type="dxa"/>
            <w:gridSpan w:val="4"/>
          </w:tcPr>
          <w:p w:rsidR="00E84854" w:rsidRDefault="00E84854" w:rsidP="00455F4D">
            <w:pPr>
              <w:jc w:val="left"/>
              <w:rPr>
                <w:rFonts w:cs="Arial"/>
              </w:rPr>
            </w:pPr>
          </w:p>
        </w:tc>
      </w:tr>
      <w:tr w:rsidR="00E84854" w:rsidTr="00E84854">
        <w:tc>
          <w:tcPr>
            <w:tcW w:w="2065" w:type="dxa"/>
          </w:tcPr>
          <w:p w:rsidR="00E84854" w:rsidRDefault="00E84854" w:rsidP="004F0B7E">
            <w:pPr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Duration</w:t>
            </w:r>
          </w:p>
        </w:tc>
        <w:tc>
          <w:tcPr>
            <w:tcW w:w="3330" w:type="dxa"/>
          </w:tcPr>
          <w:p w:rsidR="00E84854" w:rsidRPr="00E84854" w:rsidRDefault="00E84854" w:rsidP="00455F4D">
            <w:pPr>
              <w:jc w:val="left"/>
              <w:rPr>
                <w:rFonts w:cs="Arial"/>
                <w:b/>
              </w:rPr>
            </w:pPr>
          </w:p>
        </w:tc>
        <w:tc>
          <w:tcPr>
            <w:tcW w:w="1620" w:type="dxa"/>
            <w:gridSpan w:val="2"/>
          </w:tcPr>
          <w:p w:rsidR="00E84854" w:rsidRPr="00E84854" w:rsidRDefault="00E84854" w:rsidP="00455F4D">
            <w:pPr>
              <w:jc w:val="left"/>
              <w:rPr>
                <w:rFonts w:cs="Arial"/>
                <w:b/>
              </w:rPr>
            </w:pPr>
            <w:r w:rsidRPr="00E84854">
              <w:rPr>
                <w:rFonts w:cs="Arial"/>
                <w:b/>
              </w:rPr>
              <w:t>Capacity</w:t>
            </w:r>
          </w:p>
        </w:tc>
        <w:tc>
          <w:tcPr>
            <w:tcW w:w="3330" w:type="dxa"/>
          </w:tcPr>
          <w:p w:rsidR="00E84854" w:rsidRPr="00E84854" w:rsidRDefault="00E84854" w:rsidP="00455F4D">
            <w:pPr>
              <w:jc w:val="left"/>
              <w:rPr>
                <w:rFonts w:cs="Arial"/>
                <w:b/>
              </w:rPr>
            </w:pPr>
          </w:p>
        </w:tc>
      </w:tr>
      <w:tr w:rsidR="00E84854" w:rsidTr="00E84854">
        <w:tc>
          <w:tcPr>
            <w:tcW w:w="2065" w:type="dxa"/>
          </w:tcPr>
          <w:p w:rsidR="00E84854" w:rsidRDefault="00E84854" w:rsidP="004F0B7E">
            <w:pPr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Age Restrictions</w:t>
            </w:r>
          </w:p>
        </w:tc>
        <w:tc>
          <w:tcPr>
            <w:tcW w:w="3330" w:type="dxa"/>
          </w:tcPr>
          <w:p w:rsidR="00E84854" w:rsidRDefault="00E84854" w:rsidP="00455F4D">
            <w:pPr>
              <w:jc w:val="left"/>
              <w:rPr>
                <w:rFonts w:cs="Arial"/>
              </w:rPr>
            </w:pPr>
          </w:p>
        </w:tc>
        <w:tc>
          <w:tcPr>
            <w:tcW w:w="1620" w:type="dxa"/>
            <w:gridSpan w:val="2"/>
          </w:tcPr>
          <w:p w:rsidR="00E84854" w:rsidRPr="00E84854" w:rsidRDefault="00E84854" w:rsidP="00455F4D">
            <w:pPr>
              <w:jc w:val="left"/>
              <w:rPr>
                <w:rFonts w:cs="Arial"/>
                <w:b/>
              </w:rPr>
            </w:pPr>
            <w:r w:rsidRPr="00E84854">
              <w:rPr>
                <w:rFonts w:cs="Arial"/>
                <w:b/>
              </w:rPr>
              <w:t>Ticket Price</w:t>
            </w:r>
          </w:p>
        </w:tc>
        <w:tc>
          <w:tcPr>
            <w:tcW w:w="3330" w:type="dxa"/>
          </w:tcPr>
          <w:p w:rsidR="00E84854" w:rsidRPr="00E84854" w:rsidRDefault="00E84854" w:rsidP="00455F4D">
            <w:pPr>
              <w:jc w:val="left"/>
              <w:rPr>
                <w:rFonts w:cs="Arial"/>
                <w:b/>
              </w:rPr>
            </w:pPr>
          </w:p>
        </w:tc>
      </w:tr>
      <w:tr w:rsidR="004F0B7E" w:rsidTr="00E84854">
        <w:tc>
          <w:tcPr>
            <w:tcW w:w="2065" w:type="dxa"/>
          </w:tcPr>
          <w:p w:rsidR="00E84854" w:rsidRPr="004F0B7E" w:rsidRDefault="00E84854" w:rsidP="004F0B7E">
            <w:pPr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Description</w:t>
            </w:r>
            <w:r w:rsidR="00D651AD">
              <w:rPr>
                <w:rFonts w:cs="Arial"/>
                <w:b/>
              </w:rPr>
              <w:t xml:space="preserve"> (Full summary of event)</w:t>
            </w:r>
            <w:r w:rsidR="00AB54BE">
              <w:rPr>
                <w:rFonts w:cs="Arial"/>
                <w:b/>
              </w:rPr>
              <w:t xml:space="preserve"> </w:t>
            </w:r>
            <w:r w:rsidR="00AB54BE" w:rsidRPr="0097574A">
              <w:rPr>
                <w:rFonts w:cs="Arial"/>
                <w:b/>
                <w:sz w:val="16"/>
                <w:szCs w:val="16"/>
              </w:rPr>
              <w:t>( if you require picture on the event please email it through)</w:t>
            </w:r>
          </w:p>
        </w:tc>
        <w:tc>
          <w:tcPr>
            <w:tcW w:w="8280" w:type="dxa"/>
            <w:gridSpan w:val="4"/>
          </w:tcPr>
          <w:p w:rsidR="004F0B7E" w:rsidRDefault="004F0B7E" w:rsidP="00455F4D">
            <w:pPr>
              <w:jc w:val="left"/>
              <w:rPr>
                <w:rFonts w:cs="Arial"/>
              </w:rPr>
            </w:pPr>
          </w:p>
          <w:p w:rsidR="00E84854" w:rsidRDefault="00E84854" w:rsidP="00455F4D">
            <w:pPr>
              <w:jc w:val="left"/>
              <w:rPr>
                <w:rFonts w:cs="Arial"/>
              </w:rPr>
            </w:pPr>
          </w:p>
          <w:p w:rsidR="00E84854" w:rsidRDefault="00E84854" w:rsidP="00455F4D">
            <w:pPr>
              <w:jc w:val="left"/>
              <w:rPr>
                <w:rFonts w:cs="Arial"/>
              </w:rPr>
            </w:pPr>
          </w:p>
        </w:tc>
      </w:tr>
    </w:tbl>
    <w:p w:rsidR="004F0B7E" w:rsidRPr="00443B62" w:rsidRDefault="004F0B7E" w:rsidP="00455F4D">
      <w:pPr>
        <w:jc w:val="left"/>
        <w:rPr>
          <w:rFonts w:cs="Arial"/>
          <w:b/>
        </w:rPr>
      </w:pPr>
      <w:r w:rsidRPr="00443B62">
        <w:rPr>
          <w:rFonts w:cs="Arial"/>
          <w:b/>
        </w:rPr>
        <w:t xml:space="preserve">Terms </w:t>
      </w:r>
      <w:r w:rsidR="007F54BC">
        <w:rPr>
          <w:rFonts w:cs="Arial"/>
          <w:b/>
        </w:rPr>
        <w:t>of Agreement</w:t>
      </w:r>
    </w:p>
    <w:p w:rsidR="007F54BC" w:rsidRPr="00AB54BE" w:rsidRDefault="002B4D31" w:rsidP="005E2518">
      <w:pPr>
        <w:pStyle w:val="ListParagraph"/>
        <w:numPr>
          <w:ilvl w:val="0"/>
          <w:numId w:val="1"/>
        </w:numPr>
        <w:jc w:val="left"/>
        <w:rPr>
          <w:rFonts w:cs="Arial"/>
          <w:sz w:val="20"/>
        </w:rPr>
      </w:pPr>
      <w:r w:rsidRPr="00AB54BE">
        <w:rPr>
          <w:rFonts w:cs="Arial"/>
          <w:sz w:val="20"/>
        </w:rPr>
        <w:t xml:space="preserve">$2 per ticket </w:t>
      </w:r>
      <w:r w:rsidR="00AB54BE" w:rsidRPr="00AB54BE">
        <w:rPr>
          <w:rFonts w:cs="Arial"/>
          <w:sz w:val="20"/>
        </w:rPr>
        <w:t>will be deducted from the amount refunded to the Club/Region. This fee covers th</w:t>
      </w:r>
      <w:r w:rsidR="009D0C12">
        <w:rPr>
          <w:rFonts w:cs="Arial"/>
          <w:sz w:val="20"/>
        </w:rPr>
        <w:t>e cost of National Office Admin as well as this we pay GST on your behalf so this will be taken out of your final payment as well.</w:t>
      </w:r>
    </w:p>
    <w:p w:rsidR="00AB54BE" w:rsidRPr="00AB54BE" w:rsidRDefault="00AB54BE" w:rsidP="005E2518">
      <w:pPr>
        <w:pStyle w:val="ListParagraph"/>
        <w:numPr>
          <w:ilvl w:val="0"/>
          <w:numId w:val="1"/>
        </w:numPr>
        <w:jc w:val="left"/>
        <w:rPr>
          <w:rFonts w:cs="Arial"/>
          <w:sz w:val="20"/>
        </w:rPr>
      </w:pPr>
      <w:r w:rsidRPr="00AB54BE">
        <w:rPr>
          <w:rFonts w:cs="Arial"/>
          <w:sz w:val="20"/>
        </w:rPr>
        <w:t>The monies will be deposited into the specif</w:t>
      </w:r>
      <w:r w:rsidR="009D0C12">
        <w:rPr>
          <w:rFonts w:cs="Arial"/>
          <w:sz w:val="20"/>
        </w:rPr>
        <w:t>ied</w:t>
      </w:r>
      <w:r w:rsidRPr="00AB54BE">
        <w:rPr>
          <w:rFonts w:cs="Arial"/>
          <w:sz w:val="20"/>
        </w:rPr>
        <w:t xml:space="preserve"> bank account</w:t>
      </w:r>
      <w:r w:rsidR="009D0C12">
        <w:rPr>
          <w:rFonts w:cs="Arial"/>
          <w:sz w:val="20"/>
        </w:rPr>
        <w:t xml:space="preserve"> after the</w:t>
      </w:r>
      <w:r w:rsidRPr="00AB54BE">
        <w:rPr>
          <w:rFonts w:cs="Arial"/>
          <w:sz w:val="20"/>
        </w:rPr>
        <w:t xml:space="preserve"> event </w:t>
      </w:r>
      <w:r w:rsidR="009D0C12">
        <w:rPr>
          <w:rFonts w:cs="Arial"/>
          <w:sz w:val="20"/>
        </w:rPr>
        <w:t xml:space="preserve">registration </w:t>
      </w:r>
      <w:r w:rsidRPr="00AB54BE">
        <w:rPr>
          <w:rFonts w:cs="Arial"/>
          <w:sz w:val="20"/>
        </w:rPr>
        <w:t>has closed for sales</w:t>
      </w:r>
    </w:p>
    <w:p w:rsidR="007F54BC" w:rsidRPr="00AB54BE" w:rsidRDefault="007F54BC" w:rsidP="005E2518">
      <w:pPr>
        <w:pStyle w:val="ListParagraph"/>
        <w:numPr>
          <w:ilvl w:val="0"/>
          <w:numId w:val="1"/>
        </w:numPr>
        <w:jc w:val="left"/>
        <w:rPr>
          <w:rFonts w:cs="Arial"/>
          <w:sz w:val="20"/>
        </w:rPr>
      </w:pPr>
      <w:r w:rsidRPr="00AB54BE">
        <w:rPr>
          <w:rFonts w:cs="Arial"/>
          <w:sz w:val="20"/>
        </w:rPr>
        <w:t>It is the responsibility of the club/region to manage</w:t>
      </w:r>
      <w:r w:rsidR="009D0C12">
        <w:rPr>
          <w:rFonts w:cs="Arial"/>
          <w:sz w:val="20"/>
        </w:rPr>
        <w:t xml:space="preserve"> entries at the event</w:t>
      </w:r>
      <w:r w:rsidRPr="00AB54BE">
        <w:rPr>
          <w:rFonts w:cs="Arial"/>
          <w:sz w:val="20"/>
        </w:rPr>
        <w:t>.</w:t>
      </w:r>
    </w:p>
    <w:p w:rsidR="00AB54BE" w:rsidRPr="00AB54BE" w:rsidRDefault="00AB54BE" w:rsidP="005E2518">
      <w:pPr>
        <w:pStyle w:val="ListParagraph"/>
        <w:numPr>
          <w:ilvl w:val="0"/>
          <w:numId w:val="1"/>
        </w:numPr>
        <w:jc w:val="left"/>
        <w:rPr>
          <w:rFonts w:cs="Arial"/>
          <w:sz w:val="20"/>
        </w:rPr>
      </w:pPr>
      <w:r w:rsidRPr="00AB54BE">
        <w:rPr>
          <w:rFonts w:cs="Arial"/>
          <w:sz w:val="20"/>
        </w:rPr>
        <w:t xml:space="preserve">You will receive a door list when your ticketing closes and will return the </w:t>
      </w:r>
      <w:r w:rsidR="009D0C12">
        <w:rPr>
          <w:rFonts w:cs="Arial"/>
          <w:sz w:val="20"/>
        </w:rPr>
        <w:t xml:space="preserve">completed </w:t>
      </w:r>
      <w:r w:rsidR="0091425C" w:rsidRPr="00AB54BE">
        <w:rPr>
          <w:rFonts w:cs="Arial"/>
          <w:sz w:val="20"/>
        </w:rPr>
        <w:t>door list</w:t>
      </w:r>
      <w:r w:rsidRPr="00AB54BE">
        <w:rPr>
          <w:rFonts w:cs="Arial"/>
          <w:sz w:val="20"/>
        </w:rPr>
        <w:t xml:space="preserve"> to National Office immediately following the event.</w:t>
      </w:r>
    </w:p>
    <w:p w:rsidR="004F0B7E" w:rsidRDefault="00E84854" w:rsidP="00455F4D">
      <w:pPr>
        <w:jc w:val="left"/>
        <w:rPr>
          <w:rFonts w:cs="Arial"/>
        </w:rPr>
      </w:pPr>
      <w:r>
        <w:rPr>
          <w:rFonts w:cs="Arial"/>
          <w:noProof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D4BBBD" wp14:editId="4B508C45">
                <wp:simplePos x="0" y="0"/>
                <wp:positionH relativeFrom="margin">
                  <wp:align>right</wp:align>
                </wp:positionH>
                <wp:positionV relativeFrom="paragraph">
                  <wp:posOffset>267335</wp:posOffset>
                </wp:positionV>
                <wp:extent cx="2676525" cy="1438275"/>
                <wp:effectExtent l="0" t="0" r="28575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6525" cy="1438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10EDB" w:rsidRDefault="00810EDB">
                            <w:pPr>
                              <w:rPr>
                                <w:lang w:val="en-NZ"/>
                              </w:rPr>
                            </w:pPr>
                            <w:r>
                              <w:rPr>
                                <w:lang w:val="en-NZ"/>
                              </w:rPr>
                              <w:t>Office Use Only:</w:t>
                            </w:r>
                          </w:p>
                          <w:p w:rsidR="007F54BC" w:rsidRPr="007F54BC" w:rsidRDefault="007F54BC" w:rsidP="00E84854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rPr>
                                <w:lang w:val="en-NZ"/>
                              </w:rPr>
                            </w:pPr>
                            <w:r w:rsidRPr="007F54BC">
                              <w:rPr>
                                <w:lang w:val="en-NZ"/>
                              </w:rPr>
                              <w:t>Event Created in System</w:t>
                            </w:r>
                          </w:p>
                          <w:p w:rsidR="007F54BC" w:rsidRPr="007F54BC" w:rsidRDefault="007F54BC" w:rsidP="00E84854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rPr>
                                <w:lang w:val="en-NZ"/>
                              </w:rPr>
                            </w:pPr>
                            <w:r w:rsidRPr="007F54BC">
                              <w:rPr>
                                <w:lang w:val="en-NZ"/>
                              </w:rPr>
                              <w:t>Event Closed in System</w:t>
                            </w:r>
                          </w:p>
                          <w:p w:rsidR="007F54BC" w:rsidRDefault="007F54BC" w:rsidP="00E84854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rPr>
                                <w:lang w:val="en-NZ"/>
                              </w:rPr>
                            </w:pPr>
                            <w:r w:rsidRPr="007F54BC">
                              <w:rPr>
                                <w:lang w:val="en-NZ"/>
                              </w:rPr>
                              <w:t>Funds distributed to club</w:t>
                            </w:r>
                          </w:p>
                          <w:p w:rsidR="00E84854" w:rsidRDefault="00E84854" w:rsidP="00E84854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rPr>
                                <w:lang w:val="en-NZ"/>
                              </w:rPr>
                            </w:pPr>
                            <w:r>
                              <w:rPr>
                                <w:lang w:val="en-NZ"/>
                              </w:rPr>
                              <w:t>Xero Code ……………</w:t>
                            </w:r>
                          </w:p>
                          <w:p w:rsidR="007F54BC" w:rsidRPr="007F54BC" w:rsidRDefault="007F54BC" w:rsidP="007F54BC">
                            <w:pPr>
                              <w:ind w:left="360"/>
                              <w:rPr>
                                <w:lang w:val="en-NZ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AD4BBB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59.55pt;margin-top:21.05pt;width:210.75pt;height:113.25pt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" fillcolor="white [3201]" strokeweight=".5pt">
                <v:textbox>
                  <w:txbxContent>
                    <w:p w:rsidR="00810EDB" w:rsidRDefault="00810EDB">
                      <w:pPr>
                        <w:rPr>
                          <w:lang w:val="en-NZ"/>
                        </w:rPr>
                      </w:pPr>
                      <w:r>
                        <w:rPr>
                          <w:lang w:val="en-NZ"/>
                        </w:rPr>
                        <w:t>Office Use Only:</w:t>
                      </w:r>
                    </w:p>
                    <w:p w:rsidR="007F54BC" w:rsidRPr="007F54BC" w:rsidRDefault="007F54BC" w:rsidP="00E84854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360" w:lineRule="auto"/>
                        <w:rPr>
                          <w:lang w:val="en-NZ"/>
                        </w:rPr>
                      </w:pPr>
                      <w:r w:rsidRPr="007F54BC">
                        <w:rPr>
                          <w:lang w:val="en-NZ"/>
                        </w:rPr>
                        <w:t>Event Created in System</w:t>
                      </w:r>
                    </w:p>
                    <w:p w:rsidR="007F54BC" w:rsidRPr="007F54BC" w:rsidRDefault="007F54BC" w:rsidP="00E84854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360" w:lineRule="auto"/>
                        <w:rPr>
                          <w:lang w:val="en-NZ"/>
                        </w:rPr>
                      </w:pPr>
                      <w:r w:rsidRPr="007F54BC">
                        <w:rPr>
                          <w:lang w:val="en-NZ"/>
                        </w:rPr>
                        <w:t>Event Closed in System</w:t>
                      </w:r>
                    </w:p>
                    <w:p w:rsidR="007F54BC" w:rsidRDefault="007F54BC" w:rsidP="00E84854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360" w:lineRule="auto"/>
                        <w:rPr>
                          <w:lang w:val="en-NZ"/>
                        </w:rPr>
                      </w:pPr>
                      <w:r w:rsidRPr="007F54BC">
                        <w:rPr>
                          <w:lang w:val="en-NZ"/>
                        </w:rPr>
                        <w:t>Funds distributed to club</w:t>
                      </w:r>
                    </w:p>
                    <w:p w:rsidR="00E84854" w:rsidRDefault="00E84854" w:rsidP="00E84854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360" w:lineRule="auto"/>
                        <w:rPr>
                          <w:lang w:val="en-NZ"/>
                        </w:rPr>
                      </w:pPr>
                      <w:r>
                        <w:rPr>
                          <w:lang w:val="en-NZ"/>
                        </w:rPr>
                        <w:t>Xero Code ……………</w:t>
                      </w:r>
                    </w:p>
                    <w:p w:rsidR="007F54BC" w:rsidRPr="007F54BC" w:rsidRDefault="007F54BC" w:rsidP="007F54BC">
                      <w:pPr>
                        <w:ind w:left="360"/>
                        <w:rPr>
                          <w:lang w:val="en-NZ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4F0B7E">
        <w:rPr>
          <w:rFonts w:cs="Arial"/>
        </w:rPr>
        <w:t xml:space="preserve">By signing this agreement, you are agreeing </w:t>
      </w:r>
      <w:r w:rsidR="007F54BC">
        <w:rPr>
          <w:rFonts w:cs="Arial"/>
        </w:rPr>
        <w:t xml:space="preserve">that the information above is correct and that you agree </w:t>
      </w:r>
      <w:r w:rsidR="004F0B7E">
        <w:rPr>
          <w:rFonts w:cs="Arial"/>
        </w:rPr>
        <w:t xml:space="preserve">to the terms </w:t>
      </w:r>
      <w:r w:rsidR="007F54BC">
        <w:rPr>
          <w:rFonts w:cs="Arial"/>
        </w:rPr>
        <w:t>of the booking form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05"/>
        <w:gridCol w:w="6411"/>
      </w:tblGrid>
      <w:tr w:rsidR="004F0B7E" w:rsidRPr="008F4C12" w:rsidTr="004F0B7E">
        <w:tc>
          <w:tcPr>
            <w:tcW w:w="2605" w:type="dxa"/>
          </w:tcPr>
          <w:p w:rsidR="004F0B7E" w:rsidRPr="008F4C12" w:rsidRDefault="004F0B7E" w:rsidP="00CD46C7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Name:</w:t>
            </w:r>
          </w:p>
        </w:tc>
        <w:tc>
          <w:tcPr>
            <w:tcW w:w="6411" w:type="dxa"/>
          </w:tcPr>
          <w:p w:rsidR="004F0B7E" w:rsidRPr="008F4C12" w:rsidRDefault="004F0B7E" w:rsidP="00CD46C7">
            <w:pPr>
              <w:rPr>
                <w:rFonts w:cs="Arial"/>
              </w:rPr>
            </w:pPr>
          </w:p>
        </w:tc>
      </w:tr>
      <w:tr w:rsidR="004F0B7E" w:rsidRPr="008F4C12" w:rsidTr="004F0B7E">
        <w:tc>
          <w:tcPr>
            <w:tcW w:w="2605" w:type="dxa"/>
          </w:tcPr>
          <w:p w:rsidR="004F0B7E" w:rsidRPr="008F4C12" w:rsidRDefault="004F0B7E" w:rsidP="00CD46C7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Signature:</w:t>
            </w:r>
          </w:p>
        </w:tc>
        <w:tc>
          <w:tcPr>
            <w:tcW w:w="6411" w:type="dxa"/>
          </w:tcPr>
          <w:p w:rsidR="004F0B7E" w:rsidRPr="008F4C12" w:rsidRDefault="004F0B7E" w:rsidP="00CD46C7">
            <w:pPr>
              <w:rPr>
                <w:rFonts w:cs="Arial"/>
              </w:rPr>
            </w:pPr>
          </w:p>
        </w:tc>
      </w:tr>
      <w:tr w:rsidR="004F0B7E" w:rsidRPr="008F4C12" w:rsidTr="004F0B7E">
        <w:tc>
          <w:tcPr>
            <w:tcW w:w="2605" w:type="dxa"/>
          </w:tcPr>
          <w:p w:rsidR="004F0B7E" w:rsidRPr="008F4C12" w:rsidRDefault="007F54BC" w:rsidP="007F54BC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Position</w:t>
            </w:r>
            <w:r w:rsidR="004F0B7E">
              <w:rPr>
                <w:rFonts w:cs="Arial"/>
                <w:b/>
              </w:rPr>
              <w:t>:</w:t>
            </w:r>
          </w:p>
        </w:tc>
        <w:tc>
          <w:tcPr>
            <w:tcW w:w="6411" w:type="dxa"/>
          </w:tcPr>
          <w:p w:rsidR="004F0B7E" w:rsidRPr="008F4C12" w:rsidRDefault="004F0B7E" w:rsidP="00CD46C7">
            <w:pPr>
              <w:rPr>
                <w:rFonts w:cs="Arial"/>
              </w:rPr>
            </w:pPr>
          </w:p>
        </w:tc>
      </w:tr>
      <w:tr w:rsidR="007F54BC" w:rsidRPr="008F4C12" w:rsidTr="004F0B7E">
        <w:tc>
          <w:tcPr>
            <w:tcW w:w="2605" w:type="dxa"/>
          </w:tcPr>
          <w:p w:rsidR="007F54BC" w:rsidRDefault="007F54BC" w:rsidP="00CD46C7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Date:</w:t>
            </w:r>
          </w:p>
        </w:tc>
        <w:tc>
          <w:tcPr>
            <w:tcW w:w="6411" w:type="dxa"/>
          </w:tcPr>
          <w:p w:rsidR="007F54BC" w:rsidRPr="008F4C12" w:rsidRDefault="007F54BC" w:rsidP="00CD46C7">
            <w:pPr>
              <w:rPr>
                <w:rFonts w:cs="Arial"/>
              </w:rPr>
            </w:pPr>
          </w:p>
        </w:tc>
      </w:tr>
    </w:tbl>
    <w:p w:rsidR="004F0B7E" w:rsidRPr="004F0B7E" w:rsidRDefault="002B4D31" w:rsidP="002B4D31">
      <w:pPr>
        <w:tabs>
          <w:tab w:val="left" w:pos="9285"/>
          <w:tab w:val="right" w:pos="10466"/>
        </w:tabs>
        <w:jc w:val="left"/>
        <w:rPr>
          <w:rFonts w:cs="Arial"/>
        </w:rPr>
      </w:pPr>
      <w:r>
        <w:rPr>
          <w:rFonts w:cs="Arial"/>
        </w:rPr>
        <w:tab/>
      </w:r>
    </w:p>
    <w:sectPr w:rsidR="004F0B7E" w:rsidRPr="004F0B7E" w:rsidSect="00E84854">
      <w:foot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15C5" w:rsidRDefault="00A115C5" w:rsidP="00331D51">
      <w:pPr>
        <w:spacing w:before="0" w:after="0"/>
      </w:pPr>
      <w:r>
        <w:separator/>
      </w:r>
    </w:p>
  </w:endnote>
  <w:endnote w:type="continuationSeparator" w:id="0">
    <w:p w:rsidR="00A115C5" w:rsidRDefault="00A115C5" w:rsidP="00331D5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1D51" w:rsidRPr="00167ACE" w:rsidRDefault="007F54BC" w:rsidP="007F54BC">
    <w:pPr>
      <w:pStyle w:val="Footer"/>
      <w:jc w:val="right"/>
      <w:rPr>
        <w:rFonts w:ascii="Verdana" w:hAnsi="Verdana"/>
        <w:color w:val="BFBFBF" w:themeColor="background1" w:themeShade="BF"/>
        <w:sz w:val="16"/>
        <w:szCs w:val="16"/>
        <w:lang w:val="en-NZ"/>
      </w:rPr>
    </w:pPr>
    <w:r>
      <w:rPr>
        <w:rFonts w:ascii="Verdana" w:hAnsi="Verdana"/>
        <w:sz w:val="16"/>
        <w:szCs w:val="16"/>
        <w:lang w:val="en-NZ"/>
      </w:rPr>
      <w:t>Ticketing System Booking Form</w:t>
    </w:r>
    <w:r w:rsidR="00167ACE">
      <w:rPr>
        <w:rFonts w:ascii="Verdana" w:hAnsi="Verdana"/>
        <w:sz w:val="16"/>
        <w:szCs w:val="16"/>
        <w:lang w:val="en-NZ"/>
      </w:rPr>
      <w:t xml:space="preserve">. </w:t>
    </w:r>
    <w:r w:rsidR="002B4D31">
      <w:rPr>
        <w:rFonts w:ascii="Verdana" w:hAnsi="Verdana"/>
        <w:sz w:val="16"/>
        <w:szCs w:val="16"/>
        <w:lang w:val="en-NZ"/>
      </w:rPr>
      <w:t xml:space="preserve">Updated </w:t>
    </w:r>
    <w:r w:rsidR="0097574A">
      <w:rPr>
        <w:rFonts w:ascii="Verdana" w:hAnsi="Verdana"/>
        <w:sz w:val="16"/>
        <w:szCs w:val="16"/>
        <w:lang w:val="en-NZ"/>
      </w:rPr>
      <w:t>01/06</w:t>
    </w:r>
    <w:r w:rsidR="002416EB">
      <w:rPr>
        <w:rFonts w:ascii="Verdana" w:hAnsi="Verdana"/>
        <w:sz w:val="16"/>
        <w:szCs w:val="16"/>
        <w:lang w:val="en-NZ"/>
      </w:rPr>
      <w:t>/2017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15C5" w:rsidRDefault="00A115C5" w:rsidP="00331D51">
      <w:pPr>
        <w:spacing w:before="0" w:after="0"/>
      </w:pPr>
      <w:r>
        <w:separator/>
      </w:r>
    </w:p>
  </w:footnote>
  <w:footnote w:type="continuationSeparator" w:id="0">
    <w:p w:rsidR="00A115C5" w:rsidRDefault="00A115C5" w:rsidP="00331D5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1035F"/>
    <w:multiLevelType w:val="hybridMultilevel"/>
    <w:tmpl w:val="129C484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55753"/>
    <w:multiLevelType w:val="hybridMultilevel"/>
    <w:tmpl w:val="B6FA1558"/>
    <w:lvl w:ilvl="0" w:tplc="855A501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FD2"/>
    <w:rsid w:val="00000F6B"/>
    <w:rsid w:val="00006030"/>
    <w:rsid w:val="000078FA"/>
    <w:rsid w:val="000116C5"/>
    <w:rsid w:val="00013594"/>
    <w:rsid w:val="000250A0"/>
    <w:rsid w:val="00025F83"/>
    <w:rsid w:val="0002737A"/>
    <w:rsid w:val="0003046E"/>
    <w:rsid w:val="000307C9"/>
    <w:rsid w:val="000309D8"/>
    <w:rsid w:val="000360C8"/>
    <w:rsid w:val="00047CD0"/>
    <w:rsid w:val="00053585"/>
    <w:rsid w:val="00055E4D"/>
    <w:rsid w:val="000614D8"/>
    <w:rsid w:val="00076C37"/>
    <w:rsid w:val="0008020C"/>
    <w:rsid w:val="00082752"/>
    <w:rsid w:val="00084DA5"/>
    <w:rsid w:val="00090782"/>
    <w:rsid w:val="00092DEA"/>
    <w:rsid w:val="00094963"/>
    <w:rsid w:val="000A2279"/>
    <w:rsid w:val="000B5081"/>
    <w:rsid w:val="000B52E8"/>
    <w:rsid w:val="000C45A6"/>
    <w:rsid w:val="000C6E8E"/>
    <w:rsid w:val="000E1969"/>
    <w:rsid w:val="000F038B"/>
    <w:rsid w:val="000F530F"/>
    <w:rsid w:val="00100381"/>
    <w:rsid w:val="00101CC5"/>
    <w:rsid w:val="001049FB"/>
    <w:rsid w:val="001109C3"/>
    <w:rsid w:val="00111209"/>
    <w:rsid w:val="00113746"/>
    <w:rsid w:val="00137D02"/>
    <w:rsid w:val="00137EA9"/>
    <w:rsid w:val="001404C0"/>
    <w:rsid w:val="001434DF"/>
    <w:rsid w:val="00144E94"/>
    <w:rsid w:val="00147C79"/>
    <w:rsid w:val="00151906"/>
    <w:rsid w:val="00152DE1"/>
    <w:rsid w:val="00153934"/>
    <w:rsid w:val="00154C1F"/>
    <w:rsid w:val="001552AC"/>
    <w:rsid w:val="001563D9"/>
    <w:rsid w:val="00157FB3"/>
    <w:rsid w:val="0016104C"/>
    <w:rsid w:val="00162AD1"/>
    <w:rsid w:val="00165900"/>
    <w:rsid w:val="00166319"/>
    <w:rsid w:val="00167ACE"/>
    <w:rsid w:val="00172BFF"/>
    <w:rsid w:val="001803FD"/>
    <w:rsid w:val="00193148"/>
    <w:rsid w:val="00197753"/>
    <w:rsid w:val="001A1C27"/>
    <w:rsid w:val="001A21E7"/>
    <w:rsid w:val="001A7C80"/>
    <w:rsid w:val="001B57E7"/>
    <w:rsid w:val="001B7656"/>
    <w:rsid w:val="001C409B"/>
    <w:rsid w:val="001D2DD9"/>
    <w:rsid w:val="001D7F61"/>
    <w:rsid w:val="001E6F49"/>
    <w:rsid w:val="0020244D"/>
    <w:rsid w:val="00212239"/>
    <w:rsid w:val="002127F9"/>
    <w:rsid w:val="0021301E"/>
    <w:rsid w:val="00221E4A"/>
    <w:rsid w:val="00221E69"/>
    <w:rsid w:val="00222255"/>
    <w:rsid w:val="002243AE"/>
    <w:rsid w:val="002270E0"/>
    <w:rsid w:val="00227BD4"/>
    <w:rsid w:val="00237A6C"/>
    <w:rsid w:val="002414CA"/>
    <w:rsid w:val="002416EB"/>
    <w:rsid w:val="00242D8C"/>
    <w:rsid w:val="002448E7"/>
    <w:rsid w:val="00253480"/>
    <w:rsid w:val="00253497"/>
    <w:rsid w:val="00254C81"/>
    <w:rsid w:val="00255B09"/>
    <w:rsid w:val="002618A4"/>
    <w:rsid w:val="00262C6F"/>
    <w:rsid w:val="00262D4C"/>
    <w:rsid w:val="002658FE"/>
    <w:rsid w:val="00265FD7"/>
    <w:rsid w:val="00266751"/>
    <w:rsid w:val="00270341"/>
    <w:rsid w:val="002724E2"/>
    <w:rsid w:val="00276474"/>
    <w:rsid w:val="00277FE0"/>
    <w:rsid w:val="002816D1"/>
    <w:rsid w:val="00284F6B"/>
    <w:rsid w:val="00290758"/>
    <w:rsid w:val="002A02BC"/>
    <w:rsid w:val="002A134C"/>
    <w:rsid w:val="002A4088"/>
    <w:rsid w:val="002A491E"/>
    <w:rsid w:val="002B36FF"/>
    <w:rsid w:val="002B3A21"/>
    <w:rsid w:val="002B4D31"/>
    <w:rsid w:val="002B6167"/>
    <w:rsid w:val="002C0414"/>
    <w:rsid w:val="002C2D62"/>
    <w:rsid w:val="002D01AF"/>
    <w:rsid w:val="002D0D36"/>
    <w:rsid w:val="002D2A00"/>
    <w:rsid w:val="002D2BD6"/>
    <w:rsid w:val="002D3ACB"/>
    <w:rsid w:val="002E2EF3"/>
    <w:rsid w:val="002E5DFD"/>
    <w:rsid w:val="002F3926"/>
    <w:rsid w:val="002F67E7"/>
    <w:rsid w:val="00304784"/>
    <w:rsid w:val="00313C22"/>
    <w:rsid w:val="00315759"/>
    <w:rsid w:val="00325B5A"/>
    <w:rsid w:val="00326528"/>
    <w:rsid w:val="00331D51"/>
    <w:rsid w:val="0033743B"/>
    <w:rsid w:val="00340B09"/>
    <w:rsid w:val="0034624C"/>
    <w:rsid w:val="003479B3"/>
    <w:rsid w:val="003505E3"/>
    <w:rsid w:val="00353510"/>
    <w:rsid w:val="00355F8B"/>
    <w:rsid w:val="0036793C"/>
    <w:rsid w:val="0037163E"/>
    <w:rsid w:val="00371A4F"/>
    <w:rsid w:val="00372A2C"/>
    <w:rsid w:val="003756A3"/>
    <w:rsid w:val="0037686D"/>
    <w:rsid w:val="003878E4"/>
    <w:rsid w:val="003932FE"/>
    <w:rsid w:val="003A09F7"/>
    <w:rsid w:val="003A12FA"/>
    <w:rsid w:val="003A6E86"/>
    <w:rsid w:val="003B31D7"/>
    <w:rsid w:val="003B4FD3"/>
    <w:rsid w:val="003C007D"/>
    <w:rsid w:val="003C0DA6"/>
    <w:rsid w:val="003C7398"/>
    <w:rsid w:val="003D2AC8"/>
    <w:rsid w:val="003D44BA"/>
    <w:rsid w:val="003D4F43"/>
    <w:rsid w:val="003E129E"/>
    <w:rsid w:val="003E2979"/>
    <w:rsid w:val="003E346D"/>
    <w:rsid w:val="003E4A85"/>
    <w:rsid w:val="003E53A1"/>
    <w:rsid w:val="003E62F0"/>
    <w:rsid w:val="003F2C40"/>
    <w:rsid w:val="003F4AF9"/>
    <w:rsid w:val="003F72E3"/>
    <w:rsid w:val="003F7DCA"/>
    <w:rsid w:val="004029CD"/>
    <w:rsid w:val="00402A35"/>
    <w:rsid w:val="00404C1A"/>
    <w:rsid w:val="00404D17"/>
    <w:rsid w:val="00411FD2"/>
    <w:rsid w:val="00412082"/>
    <w:rsid w:val="00420B50"/>
    <w:rsid w:val="00432F7F"/>
    <w:rsid w:val="0043406E"/>
    <w:rsid w:val="004348E3"/>
    <w:rsid w:val="00436310"/>
    <w:rsid w:val="00436A12"/>
    <w:rsid w:val="00443B62"/>
    <w:rsid w:val="00443C95"/>
    <w:rsid w:val="00444C2A"/>
    <w:rsid w:val="0045309F"/>
    <w:rsid w:val="00453E64"/>
    <w:rsid w:val="00455F4D"/>
    <w:rsid w:val="00456F38"/>
    <w:rsid w:val="004616A4"/>
    <w:rsid w:val="0046678F"/>
    <w:rsid w:val="004765D2"/>
    <w:rsid w:val="00477AED"/>
    <w:rsid w:val="00477D6D"/>
    <w:rsid w:val="00482D31"/>
    <w:rsid w:val="00490714"/>
    <w:rsid w:val="00493A24"/>
    <w:rsid w:val="004A5B30"/>
    <w:rsid w:val="004B3D18"/>
    <w:rsid w:val="004B476D"/>
    <w:rsid w:val="004B5B71"/>
    <w:rsid w:val="004B708F"/>
    <w:rsid w:val="004C51F0"/>
    <w:rsid w:val="004D01B0"/>
    <w:rsid w:val="004D44D3"/>
    <w:rsid w:val="004D68F5"/>
    <w:rsid w:val="004D6A21"/>
    <w:rsid w:val="004D7F02"/>
    <w:rsid w:val="004E157E"/>
    <w:rsid w:val="004E35B2"/>
    <w:rsid w:val="004E73F3"/>
    <w:rsid w:val="004F0B7E"/>
    <w:rsid w:val="004F1102"/>
    <w:rsid w:val="004F4F41"/>
    <w:rsid w:val="004F786A"/>
    <w:rsid w:val="005037DA"/>
    <w:rsid w:val="00506DAC"/>
    <w:rsid w:val="00514080"/>
    <w:rsid w:val="00515AD2"/>
    <w:rsid w:val="00517ADD"/>
    <w:rsid w:val="00523808"/>
    <w:rsid w:val="005257E7"/>
    <w:rsid w:val="005331FA"/>
    <w:rsid w:val="00537E90"/>
    <w:rsid w:val="00543B99"/>
    <w:rsid w:val="00545122"/>
    <w:rsid w:val="005510BC"/>
    <w:rsid w:val="005562B6"/>
    <w:rsid w:val="00562AF6"/>
    <w:rsid w:val="00573847"/>
    <w:rsid w:val="005754F1"/>
    <w:rsid w:val="005764A9"/>
    <w:rsid w:val="0058103F"/>
    <w:rsid w:val="0058223F"/>
    <w:rsid w:val="00583D00"/>
    <w:rsid w:val="00592440"/>
    <w:rsid w:val="00593C33"/>
    <w:rsid w:val="00594020"/>
    <w:rsid w:val="005964E3"/>
    <w:rsid w:val="00597EAB"/>
    <w:rsid w:val="005B2AF1"/>
    <w:rsid w:val="005C2F55"/>
    <w:rsid w:val="005D05CB"/>
    <w:rsid w:val="005D6FEB"/>
    <w:rsid w:val="005E1420"/>
    <w:rsid w:val="005E2422"/>
    <w:rsid w:val="005E2518"/>
    <w:rsid w:val="005E2883"/>
    <w:rsid w:val="005E58DE"/>
    <w:rsid w:val="005E721D"/>
    <w:rsid w:val="005F2737"/>
    <w:rsid w:val="005F663E"/>
    <w:rsid w:val="0060024D"/>
    <w:rsid w:val="00600899"/>
    <w:rsid w:val="00601C17"/>
    <w:rsid w:val="006036AA"/>
    <w:rsid w:val="00603D08"/>
    <w:rsid w:val="006133E9"/>
    <w:rsid w:val="006203F6"/>
    <w:rsid w:val="006216B8"/>
    <w:rsid w:val="006225C7"/>
    <w:rsid w:val="006278EA"/>
    <w:rsid w:val="00630BB2"/>
    <w:rsid w:val="00633425"/>
    <w:rsid w:val="006403AB"/>
    <w:rsid w:val="0065200E"/>
    <w:rsid w:val="00654BB5"/>
    <w:rsid w:val="006652BA"/>
    <w:rsid w:val="00666743"/>
    <w:rsid w:val="006671DD"/>
    <w:rsid w:val="00676B65"/>
    <w:rsid w:val="006778E2"/>
    <w:rsid w:val="00677B4D"/>
    <w:rsid w:val="0068167A"/>
    <w:rsid w:val="00685429"/>
    <w:rsid w:val="00686A8B"/>
    <w:rsid w:val="00691D5E"/>
    <w:rsid w:val="0069532A"/>
    <w:rsid w:val="006A53DE"/>
    <w:rsid w:val="006C5130"/>
    <w:rsid w:val="006C6537"/>
    <w:rsid w:val="006D16C5"/>
    <w:rsid w:val="006E150B"/>
    <w:rsid w:val="006E4352"/>
    <w:rsid w:val="006E49E2"/>
    <w:rsid w:val="006E6153"/>
    <w:rsid w:val="006E6532"/>
    <w:rsid w:val="006E679B"/>
    <w:rsid w:val="007030D5"/>
    <w:rsid w:val="00707119"/>
    <w:rsid w:val="00712A48"/>
    <w:rsid w:val="0071365A"/>
    <w:rsid w:val="0072319A"/>
    <w:rsid w:val="00732510"/>
    <w:rsid w:val="00732B34"/>
    <w:rsid w:val="00732B9E"/>
    <w:rsid w:val="007408BC"/>
    <w:rsid w:val="007568E1"/>
    <w:rsid w:val="0075707C"/>
    <w:rsid w:val="0076142A"/>
    <w:rsid w:val="007713FD"/>
    <w:rsid w:val="00780703"/>
    <w:rsid w:val="007840B7"/>
    <w:rsid w:val="007846D8"/>
    <w:rsid w:val="00787E5F"/>
    <w:rsid w:val="007910FF"/>
    <w:rsid w:val="0079313F"/>
    <w:rsid w:val="007A02E8"/>
    <w:rsid w:val="007A3F53"/>
    <w:rsid w:val="007A480B"/>
    <w:rsid w:val="007A504A"/>
    <w:rsid w:val="007A6B8C"/>
    <w:rsid w:val="007B2C6F"/>
    <w:rsid w:val="007B4006"/>
    <w:rsid w:val="007B56E3"/>
    <w:rsid w:val="007B682E"/>
    <w:rsid w:val="007C637C"/>
    <w:rsid w:val="007C74F2"/>
    <w:rsid w:val="007D1919"/>
    <w:rsid w:val="007F1943"/>
    <w:rsid w:val="007F54BC"/>
    <w:rsid w:val="007F6509"/>
    <w:rsid w:val="00803C14"/>
    <w:rsid w:val="008067D3"/>
    <w:rsid w:val="00806CE2"/>
    <w:rsid w:val="00810EDB"/>
    <w:rsid w:val="00811E96"/>
    <w:rsid w:val="008127C7"/>
    <w:rsid w:val="00814DB6"/>
    <w:rsid w:val="00824BC2"/>
    <w:rsid w:val="00824CD8"/>
    <w:rsid w:val="008256EC"/>
    <w:rsid w:val="00826BB0"/>
    <w:rsid w:val="0083068B"/>
    <w:rsid w:val="00834D45"/>
    <w:rsid w:val="00836BF6"/>
    <w:rsid w:val="008372D6"/>
    <w:rsid w:val="00844987"/>
    <w:rsid w:val="00845312"/>
    <w:rsid w:val="00850DC6"/>
    <w:rsid w:val="008533AF"/>
    <w:rsid w:val="00856E6D"/>
    <w:rsid w:val="008640EE"/>
    <w:rsid w:val="00867775"/>
    <w:rsid w:val="00873C2C"/>
    <w:rsid w:val="00873E0A"/>
    <w:rsid w:val="008745CD"/>
    <w:rsid w:val="00875756"/>
    <w:rsid w:val="00880307"/>
    <w:rsid w:val="0088689A"/>
    <w:rsid w:val="00890A4C"/>
    <w:rsid w:val="00893F8D"/>
    <w:rsid w:val="00896969"/>
    <w:rsid w:val="008A0A14"/>
    <w:rsid w:val="008A2505"/>
    <w:rsid w:val="008A3E5D"/>
    <w:rsid w:val="008B2EAF"/>
    <w:rsid w:val="008B426D"/>
    <w:rsid w:val="008D01F3"/>
    <w:rsid w:val="008D0CFA"/>
    <w:rsid w:val="008D14C8"/>
    <w:rsid w:val="008D31ED"/>
    <w:rsid w:val="008D35D9"/>
    <w:rsid w:val="008D5C6C"/>
    <w:rsid w:val="008E1B7E"/>
    <w:rsid w:val="008E28EC"/>
    <w:rsid w:val="008E3953"/>
    <w:rsid w:val="008E3B9D"/>
    <w:rsid w:val="008E4F3D"/>
    <w:rsid w:val="008F16F8"/>
    <w:rsid w:val="008F4C12"/>
    <w:rsid w:val="008F5C6E"/>
    <w:rsid w:val="008F623A"/>
    <w:rsid w:val="00910221"/>
    <w:rsid w:val="00912006"/>
    <w:rsid w:val="0091425C"/>
    <w:rsid w:val="00914A3C"/>
    <w:rsid w:val="009157C8"/>
    <w:rsid w:val="00916C39"/>
    <w:rsid w:val="00921CD6"/>
    <w:rsid w:val="00922CF2"/>
    <w:rsid w:val="0092388C"/>
    <w:rsid w:val="00924019"/>
    <w:rsid w:val="00924B10"/>
    <w:rsid w:val="00934A72"/>
    <w:rsid w:val="00941437"/>
    <w:rsid w:val="00942553"/>
    <w:rsid w:val="00944D3A"/>
    <w:rsid w:val="00947C78"/>
    <w:rsid w:val="009570BC"/>
    <w:rsid w:val="009576F9"/>
    <w:rsid w:val="009601E3"/>
    <w:rsid w:val="00960254"/>
    <w:rsid w:val="00960D2D"/>
    <w:rsid w:val="009623F9"/>
    <w:rsid w:val="0097189C"/>
    <w:rsid w:val="009732D7"/>
    <w:rsid w:val="0097574A"/>
    <w:rsid w:val="00990F71"/>
    <w:rsid w:val="009B4F48"/>
    <w:rsid w:val="009C021D"/>
    <w:rsid w:val="009C05CA"/>
    <w:rsid w:val="009C5502"/>
    <w:rsid w:val="009D0C12"/>
    <w:rsid w:val="009D1591"/>
    <w:rsid w:val="009D2C1D"/>
    <w:rsid w:val="009D3EB7"/>
    <w:rsid w:val="009F301E"/>
    <w:rsid w:val="009F462E"/>
    <w:rsid w:val="00A018F9"/>
    <w:rsid w:val="00A04583"/>
    <w:rsid w:val="00A06505"/>
    <w:rsid w:val="00A10C31"/>
    <w:rsid w:val="00A1139E"/>
    <w:rsid w:val="00A115C5"/>
    <w:rsid w:val="00A16DC8"/>
    <w:rsid w:val="00A17486"/>
    <w:rsid w:val="00A22005"/>
    <w:rsid w:val="00A30A92"/>
    <w:rsid w:val="00A33668"/>
    <w:rsid w:val="00A36855"/>
    <w:rsid w:val="00A42B8B"/>
    <w:rsid w:val="00A51E38"/>
    <w:rsid w:val="00A60334"/>
    <w:rsid w:val="00A64923"/>
    <w:rsid w:val="00A73069"/>
    <w:rsid w:val="00A75F1D"/>
    <w:rsid w:val="00A85125"/>
    <w:rsid w:val="00A93765"/>
    <w:rsid w:val="00A97418"/>
    <w:rsid w:val="00AA16BB"/>
    <w:rsid w:val="00AA3D4C"/>
    <w:rsid w:val="00AA46BB"/>
    <w:rsid w:val="00AA5D87"/>
    <w:rsid w:val="00AA6F82"/>
    <w:rsid w:val="00AB2795"/>
    <w:rsid w:val="00AB2ADA"/>
    <w:rsid w:val="00AB54BE"/>
    <w:rsid w:val="00AB64E8"/>
    <w:rsid w:val="00AB7CB5"/>
    <w:rsid w:val="00AC216F"/>
    <w:rsid w:val="00AC40DF"/>
    <w:rsid w:val="00AD778A"/>
    <w:rsid w:val="00AE1FCC"/>
    <w:rsid w:val="00AE53E4"/>
    <w:rsid w:val="00AE67C6"/>
    <w:rsid w:val="00AE71B9"/>
    <w:rsid w:val="00AF4714"/>
    <w:rsid w:val="00B166F3"/>
    <w:rsid w:val="00B17101"/>
    <w:rsid w:val="00B17BF0"/>
    <w:rsid w:val="00B21C92"/>
    <w:rsid w:val="00B22409"/>
    <w:rsid w:val="00B33F14"/>
    <w:rsid w:val="00B40E41"/>
    <w:rsid w:val="00B535F8"/>
    <w:rsid w:val="00B550C3"/>
    <w:rsid w:val="00B557E6"/>
    <w:rsid w:val="00B56AC1"/>
    <w:rsid w:val="00B60FA8"/>
    <w:rsid w:val="00B64DAC"/>
    <w:rsid w:val="00B656D2"/>
    <w:rsid w:val="00B75308"/>
    <w:rsid w:val="00B762C2"/>
    <w:rsid w:val="00B77A3D"/>
    <w:rsid w:val="00B8187A"/>
    <w:rsid w:val="00B852DC"/>
    <w:rsid w:val="00B922A6"/>
    <w:rsid w:val="00B9407A"/>
    <w:rsid w:val="00B9661F"/>
    <w:rsid w:val="00BA6545"/>
    <w:rsid w:val="00BA70CC"/>
    <w:rsid w:val="00BB27EB"/>
    <w:rsid w:val="00BB2FE7"/>
    <w:rsid w:val="00BB4457"/>
    <w:rsid w:val="00BB5F7B"/>
    <w:rsid w:val="00BB7686"/>
    <w:rsid w:val="00BB789B"/>
    <w:rsid w:val="00BC01A4"/>
    <w:rsid w:val="00BC1500"/>
    <w:rsid w:val="00BC7301"/>
    <w:rsid w:val="00BC7719"/>
    <w:rsid w:val="00BD4B10"/>
    <w:rsid w:val="00BE2C54"/>
    <w:rsid w:val="00BE3348"/>
    <w:rsid w:val="00BE3783"/>
    <w:rsid w:val="00BE37D8"/>
    <w:rsid w:val="00BF6C2A"/>
    <w:rsid w:val="00C025A6"/>
    <w:rsid w:val="00C05019"/>
    <w:rsid w:val="00C078FE"/>
    <w:rsid w:val="00C07CCF"/>
    <w:rsid w:val="00C10BD7"/>
    <w:rsid w:val="00C11830"/>
    <w:rsid w:val="00C15030"/>
    <w:rsid w:val="00C160F5"/>
    <w:rsid w:val="00C23FC5"/>
    <w:rsid w:val="00C24024"/>
    <w:rsid w:val="00C44339"/>
    <w:rsid w:val="00C4544F"/>
    <w:rsid w:val="00C46F79"/>
    <w:rsid w:val="00C501B6"/>
    <w:rsid w:val="00C55323"/>
    <w:rsid w:val="00C556D1"/>
    <w:rsid w:val="00C603B2"/>
    <w:rsid w:val="00C616E2"/>
    <w:rsid w:val="00C63955"/>
    <w:rsid w:val="00C6436F"/>
    <w:rsid w:val="00C6461B"/>
    <w:rsid w:val="00C64EEB"/>
    <w:rsid w:val="00C76F92"/>
    <w:rsid w:val="00C913ED"/>
    <w:rsid w:val="00C97347"/>
    <w:rsid w:val="00CA2F07"/>
    <w:rsid w:val="00CA3ACD"/>
    <w:rsid w:val="00CA5186"/>
    <w:rsid w:val="00CA575D"/>
    <w:rsid w:val="00CB1CA7"/>
    <w:rsid w:val="00CB1F4A"/>
    <w:rsid w:val="00CB4474"/>
    <w:rsid w:val="00CC7417"/>
    <w:rsid w:val="00CC78B0"/>
    <w:rsid w:val="00CD519F"/>
    <w:rsid w:val="00CD7D82"/>
    <w:rsid w:val="00CE3251"/>
    <w:rsid w:val="00CE3BC7"/>
    <w:rsid w:val="00CE5C1F"/>
    <w:rsid w:val="00CE5DC6"/>
    <w:rsid w:val="00CF6BFF"/>
    <w:rsid w:val="00CF7566"/>
    <w:rsid w:val="00D01556"/>
    <w:rsid w:val="00D0181E"/>
    <w:rsid w:val="00D10356"/>
    <w:rsid w:val="00D12B21"/>
    <w:rsid w:val="00D13AEE"/>
    <w:rsid w:val="00D21253"/>
    <w:rsid w:val="00D2600F"/>
    <w:rsid w:val="00D26626"/>
    <w:rsid w:val="00D31590"/>
    <w:rsid w:val="00D40FF5"/>
    <w:rsid w:val="00D413A6"/>
    <w:rsid w:val="00D42A79"/>
    <w:rsid w:val="00D440EE"/>
    <w:rsid w:val="00D51F99"/>
    <w:rsid w:val="00D55169"/>
    <w:rsid w:val="00D56CD6"/>
    <w:rsid w:val="00D6215D"/>
    <w:rsid w:val="00D651AD"/>
    <w:rsid w:val="00D653DD"/>
    <w:rsid w:val="00D818B5"/>
    <w:rsid w:val="00D835F8"/>
    <w:rsid w:val="00D8431F"/>
    <w:rsid w:val="00D90174"/>
    <w:rsid w:val="00DA2CD0"/>
    <w:rsid w:val="00DA6327"/>
    <w:rsid w:val="00DB2E65"/>
    <w:rsid w:val="00DB5136"/>
    <w:rsid w:val="00DB745F"/>
    <w:rsid w:val="00DC005D"/>
    <w:rsid w:val="00DC23CA"/>
    <w:rsid w:val="00DD1949"/>
    <w:rsid w:val="00DD5454"/>
    <w:rsid w:val="00DE0E5B"/>
    <w:rsid w:val="00DE5AD8"/>
    <w:rsid w:val="00DF0DE4"/>
    <w:rsid w:val="00DF448F"/>
    <w:rsid w:val="00E00608"/>
    <w:rsid w:val="00E02CD6"/>
    <w:rsid w:val="00E064C4"/>
    <w:rsid w:val="00E06F3E"/>
    <w:rsid w:val="00E14F73"/>
    <w:rsid w:val="00E15448"/>
    <w:rsid w:val="00E24E0A"/>
    <w:rsid w:val="00E31950"/>
    <w:rsid w:val="00E35CDF"/>
    <w:rsid w:val="00E40CD4"/>
    <w:rsid w:val="00E42484"/>
    <w:rsid w:val="00E426F4"/>
    <w:rsid w:val="00E4768C"/>
    <w:rsid w:val="00E50167"/>
    <w:rsid w:val="00E530D8"/>
    <w:rsid w:val="00E561D3"/>
    <w:rsid w:val="00E56245"/>
    <w:rsid w:val="00E61EE5"/>
    <w:rsid w:val="00E67DC7"/>
    <w:rsid w:val="00E67E64"/>
    <w:rsid w:val="00E735B4"/>
    <w:rsid w:val="00E747B9"/>
    <w:rsid w:val="00E82281"/>
    <w:rsid w:val="00E84854"/>
    <w:rsid w:val="00E87AC7"/>
    <w:rsid w:val="00E92348"/>
    <w:rsid w:val="00EA20F5"/>
    <w:rsid w:val="00EB7453"/>
    <w:rsid w:val="00EC0997"/>
    <w:rsid w:val="00EC17FD"/>
    <w:rsid w:val="00ED2004"/>
    <w:rsid w:val="00ED36D6"/>
    <w:rsid w:val="00ED3861"/>
    <w:rsid w:val="00EE0860"/>
    <w:rsid w:val="00EE203C"/>
    <w:rsid w:val="00EE38A7"/>
    <w:rsid w:val="00EE5B28"/>
    <w:rsid w:val="00EF443C"/>
    <w:rsid w:val="00F01078"/>
    <w:rsid w:val="00F06D51"/>
    <w:rsid w:val="00F118D7"/>
    <w:rsid w:val="00F16007"/>
    <w:rsid w:val="00F24762"/>
    <w:rsid w:val="00F26B93"/>
    <w:rsid w:val="00F309D1"/>
    <w:rsid w:val="00F32955"/>
    <w:rsid w:val="00F46E1E"/>
    <w:rsid w:val="00F50CB0"/>
    <w:rsid w:val="00F56612"/>
    <w:rsid w:val="00F65767"/>
    <w:rsid w:val="00F7137B"/>
    <w:rsid w:val="00F760E7"/>
    <w:rsid w:val="00F8184C"/>
    <w:rsid w:val="00F8331A"/>
    <w:rsid w:val="00F83530"/>
    <w:rsid w:val="00F86125"/>
    <w:rsid w:val="00F956F8"/>
    <w:rsid w:val="00F963A5"/>
    <w:rsid w:val="00FA736E"/>
    <w:rsid w:val="00FA7C7E"/>
    <w:rsid w:val="00FC2326"/>
    <w:rsid w:val="00FC385F"/>
    <w:rsid w:val="00FC3C96"/>
    <w:rsid w:val="00FC4EE7"/>
    <w:rsid w:val="00FC5138"/>
    <w:rsid w:val="00FC5B57"/>
    <w:rsid w:val="00FD0143"/>
    <w:rsid w:val="00FD36D2"/>
    <w:rsid w:val="00FD67D4"/>
    <w:rsid w:val="00FE1A31"/>
    <w:rsid w:val="00FE1F75"/>
    <w:rsid w:val="00FE237B"/>
    <w:rsid w:val="00FE54D0"/>
    <w:rsid w:val="00FF0FB3"/>
    <w:rsid w:val="00FF1423"/>
    <w:rsid w:val="00FF43DD"/>
    <w:rsid w:val="00FF4412"/>
    <w:rsid w:val="00FF62E4"/>
    <w:rsid w:val="00FF7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70A567"/>
  <w15:docId w15:val="{C218D1C9-08D5-4500-A865-BF3FA5BEE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189C"/>
    <w:pPr>
      <w:spacing w:before="120" w:after="120" w:line="240" w:lineRule="auto"/>
      <w:jc w:val="both"/>
    </w:pPr>
    <w:rPr>
      <w:rFonts w:ascii="Arial" w:eastAsiaTheme="minorEastAsia" w:hAnsi="Arial"/>
      <w:lang w:val="en-US" w:bidi="en-U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340B09"/>
    <w:pPr>
      <w:keepNext/>
      <w:keepLines/>
      <w:spacing w:after="0"/>
      <w:outlineLvl w:val="0"/>
    </w:pPr>
    <w:rPr>
      <w:rFonts w:eastAsiaTheme="majorEastAsia" w:cstheme="majorBidi"/>
      <w:b/>
      <w:bCs/>
      <w:color w:val="365F91" w:themeColor="accent1" w:themeShade="BF"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40B09"/>
    <w:rPr>
      <w:rFonts w:ascii="Arial" w:eastAsiaTheme="majorEastAsia" w:hAnsi="Arial" w:cstheme="majorBidi"/>
      <w:b/>
      <w:bCs/>
      <w:color w:val="365F91" w:themeColor="accent1" w:themeShade="BF"/>
      <w:sz w:val="24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191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1919"/>
    <w:rPr>
      <w:rFonts w:ascii="Tahoma" w:eastAsiaTheme="minorEastAsia" w:hAnsi="Tahoma" w:cs="Tahoma"/>
      <w:sz w:val="16"/>
      <w:szCs w:val="16"/>
      <w:lang w:val="en-US" w:bidi="en-US"/>
    </w:rPr>
  </w:style>
  <w:style w:type="table" w:styleId="TableGrid">
    <w:name w:val="Table Grid"/>
    <w:basedOn w:val="TableNormal"/>
    <w:uiPriority w:val="59"/>
    <w:rsid w:val="007D191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331D51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331D51"/>
    <w:rPr>
      <w:rFonts w:ascii="Arial" w:eastAsiaTheme="minorEastAsia" w:hAnsi="Arial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331D51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331D51"/>
    <w:rPr>
      <w:rFonts w:ascii="Arial" w:eastAsiaTheme="minorEastAsia" w:hAnsi="Arial"/>
      <w:lang w:val="en-US" w:bidi="en-US"/>
    </w:rPr>
  </w:style>
  <w:style w:type="paragraph" w:styleId="NormalWeb">
    <w:name w:val="Normal (Web)"/>
    <w:basedOn w:val="Normal"/>
    <w:uiPriority w:val="99"/>
    <w:semiHidden/>
    <w:unhideWhenUsed/>
    <w:rsid w:val="00270341"/>
    <w:pPr>
      <w:spacing w:before="100" w:beforeAutospacing="1" w:after="100" w:afterAutospacing="1" w:line="270" w:lineRule="atLeast"/>
      <w:jc w:val="left"/>
    </w:pPr>
    <w:rPr>
      <w:rFonts w:ascii="Trebuchet MS" w:eastAsiaTheme="minorHAnsi" w:hAnsi="Trebuchet MS" w:cs="Times New Roman"/>
      <w:color w:val="605F53"/>
      <w:sz w:val="21"/>
      <w:szCs w:val="21"/>
      <w:lang w:val="en-NZ" w:eastAsia="en-NZ" w:bidi="ar-SA"/>
    </w:rPr>
  </w:style>
  <w:style w:type="character" w:styleId="Strong">
    <w:name w:val="Strong"/>
    <w:basedOn w:val="DefaultParagraphFont"/>
    <w:uiPriority w:val="22"/>
    <w:qFormat/>
    <w:rsid w:val="00270341"/>
    <w:rPr>
      <w:b/>
      <w:bCs/>
    </w:rPr>
  </w:style>
  <w:style w:type="paragraph" w:styleId="ListParagraph">
    <w:name w:val="List Paragraph"/>
    <w:basedOn w:val="Normal"/>
    <w:uiPriority w:val="34"/>
    <w:qFormat/>
    <w:rsid w:val="004F0B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57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ina.leslie\Desktop\Ticketing%20System%20Booking%20Form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10575654B188498AC56E610E5CC554" ma:contentTypeVersion="4" ma:contentTypeDescription="Create a new document." ma:contentTypeScope="" ma:versionID="2cd1cc355f0567e00c2444389cd8b787">
  <xsd:schema xmlns:xsd="http://www.w3.org/2001/XMLSchema" xmlns:xs="http://www.w3.org/2001/XMLSchema" xmlns:p="http://schemas.microsoft.com/office/2006/metadata/properties" xmlns:ns2="bd18faed-08fc-4352-adfa-862a6c55a8f0" xmlns:ns3="45294acc-b981-4b48-bf86-4c8b725cadbe" targetNamespace="http://schemas.microsoft.com/office/2006/metadata/properties" ma:root="true" ma:fieldsID="fa271d58e2ba3f7c7a17af90a380c4e7" ns2:_="" ns3:_="">
    <xsd:import namespace="bd18faed-08fc-4352-adfa-862a6c55a8f0"/>
    <xsd:import namespace="45294acc-b981-4b48-bf86-4c8b725cadb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8faed-08fc-4352-adfa-862a6c55a8f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94acc-b981-4b48-bf86-4c8b725cad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bd18faed-08fc-4352-adfa-862a6c55a8f0">
      <UserInfo>
        <DisplayName>Anastacia Harlen</DisplayName>
        <AccountId>46</AccountId>
        <AccountType/>
      </UserInfo>
      <UserInfo>
        <DisplayName>Brennan Nelson</DisplayName>
        <AccountId>50</AccountId>
        <AccountType/>
      </UserInfo>
      <UserInfo>
        <DisplayName>Bridget Huddleston</DisplayName>
        <AccountId>36</AccountId>
        <AccountType/>
      </UserInfo>
      <UserInfo>
        <DisplayName>Bridget Johnson</DisplayName>
        <AccountId>225</AccountId>
        <AccountType/>
      </UserInfo>
      <UserInfo>
        <DisplayName>Bronwyn Winchester</DisplayName>
        <AccountId>120</AccountId>
        <AccountType/>
      </UserInfo>
      <UserInfo>
        <DisplayName>Carolyn Bennett</DisplayName>
        <AccountId>59</AccountId>
        <AccountType/>
      </UserInfo>
      <UserInfo>
        <DisplayName>Casey Huffstutler</DisplayName>
        <AccountId>29</AccountId>
        <AccountType/>
      </UserInfo>
      <UserInfo>
        <DisplayName>Christel Chapman</DisplayName>
        <AccountId>61</AccountId>
        <AccountType/>
      </UserInfo>
      <UserInfo>
        <DisplayName>Daile Jones</DisplayName>
        <AccountId>28</AccountId>
        <AccountType/>
      </UserInfo>
      <UserInfo>
        <DisplayName>David Highsted</DisplayName>
        <AccountId>226</AccountId>
        <AccountType/>
      </UserInfo>
      <UserInfo>
        <DisplayName>Duncan Trotter</DisplayName>
        <AccountId>38</AccountId>
        <AccountType/>
      </UserInfo>
      <UserInfo>
        <DisplayName>Gina Leslie</DisplayName>
        <AccountId>156</AccountId>
        <AccountType/>
      </UserInfo>
      <UserInfo>
        <DisplayName>Grant Ross</DisplayName>
        <AccountId>165</AccountId>
        <AccountType/>
      </UserInfo>
      <UserInfo>
        <DisplayName>Hannah Falconer</DisplayName>
        <AccountId>166</AccountId>
        <AccountType/>
      </UserInfo>
      <UserInfo>
        <DisplayName>Hannah Perkins</DisplayName>
        <AccountId>224</AccountId>
        <AccountType/>
      </UserInfo>
      <UserInfo>
        <DisplayName>Isabelle Hobbs</DisplayName>
        <AccountId>63</AccountId>
        <AccountType/>
      </UserInfo>
      <UserInfo>
        <DisplayName>Janelle Cargill</DisplayName>
        <AccountId>30</AccountId>
        <AccountType/>
      </UserInfo>
      <UserInfo>
        <DisplayName>JiHye Choi</DisplayName>
        <AccountId>127</AccountId>
        <AccountType/>
      </UserInfo>
      <UserInfo>
        <DisplayName>Kim Courtier</DisplayName>
        <AccountId>12</AccountId>
        <AccountType/>
      </UserInfo>
      <UserInfo>
        <DisplayName>Krista Pritchard</DisplayName>
        <AccountId>142</AccountId>
        <AccountType/>
      </UserInfo>
      <UserInfo>
        <DisplayName>Leanne Oosthuizen</DisplayName>
        <AccountId>53</AccountId>
        <AccountType/>
      </UserInfo>
      <UserInfo>
        <DisplayName>Leeann Morgan</DisplayName>
        <AccountId>147</AccountId>
        <AccountType/>
      </UserInfo>
      <UserInfo>
        <DisplayName>Lucy Blackmore</DisplayName>
        <AccountId>88</AccountId>
        <AccountType/>
      </UserInfo>
      <UserInfo>
        <DisplayName>Megan Bates</DisplayName>
        <AccountId>56</AccountId>
        <AccountType/>
      </UserInfo>
      <UserInfo>
        <DisplayName>Megan Williamson</DisplayName>
        <AccountId>227</AccountId>
        <AccountType/>
      </UserInfo>
      <UserInfo>
        <DisplayName>Nadine Porter</DisplayName>
        <AccountId>153</AccountId>
        <AccountType/>
      </UserInfo>
      <UserInfo>
        <DisplayName>Penny Coleman</DisplayName>
        <AccountId>34</AccountId>
        <AccountType/>
      </UserInfo>
      <UserInfo>
        <DisplayName>Terry Copeland</DisplayName>
        <AccountId>25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0AB4F7-2DF4-4252-9048-224FF1B5F8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18faed-08fc-4352-adfa-862a6c55a8f0"/>
    <ds:schemaRef ds:uri="45294acc-b981-4b48-bf86-4c8b725cad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4D5E7F-EEEF-4E6F-B2A6-0CE37FEED613}">
  <ds:schemaRefs>
    <ds:schemaRef ds:uri="http://schemas.microsoft.com/office/2006/metadata/properties"/>
    <ds:schemaRef ds:uri="http://schemas.microsoft.com/office/infopath/2007/PartnerControls"/>
    <ds:schemaRef ds:uri="bd18faed-08fc-4352-adfa-862a6c55a8f0"/>
  </ds:schemaRefs>
</ds:datastoreItem>
</file>

<file path=customXml/itemProps3.xml><?xml version="1.0" encoding="utf-8"?>
<ds:datastoreItem xmlns:ds="http://schemas.openxmlformats.org/officeDocument/2006/customXml" ds:itemID="{60E01767-E466-4023-8750-6621AEFFE8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Ticketing System Booking Form</Template>
  <TotalTime>0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 Zealand Young Farmers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Gina Leslie</dc:creator>
  <cp:lastModifiedBy>Gina Leslie</cp:lastModifiedBy>
  <cp:revision>1</cp:revision>
  <cp:lastPrinted>2016-10-04T01:32:00Z</cp:lastPrinted>
  <dcterms:created xsi:type="dcterms:W3CDTF">2017-09-24T21:05:00Z</dcterms:created>
  <dcterms:modified xsi:type="dcterms:W3CDTF">2017-09-24T21:05:00Z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0x010100B110575654B188498AC56E610E5CC554</vt:lpwstr>
  </property>
</Properties>
</file>